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6F3CB6" w:rsidRPr="00986C54" w:rsidRDefault="00121D04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lang w:val="de-DE"/>
              </w:rPr>
              <w:t>CER2NC</w:t>
            </w:r>
          </w:p>
        </w:tc>
      </w:tr>
      <w:tr w:rsidR="006F3CB6" w:rsidRPr="0027199D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6F3CB6" w:rsidRPr="00FA71C0" w:rsidRDefault="006F3CB6" w:rsidP="0016579A">
            <w:pPr>
              <w:rPr>
                <w:rFonts w:asciiTheme="minorHAnsi" w:hAnsiTheme="minorHAnsi" w:cstheme="minorHAnsi"/>
                <w:lang w:val="en-US"/>
              </w:rPr>
            </w:pPr>
            <w:r w:rsidRPr="00FA71C0">
              <w:rPr>
                <w:rFonts w:asciiTheme="minorHAnsi" w:hAnsiTheme="minorHAnsi" w:cstheme="minorHAnsi"/>
                <w:lang w:val="en-US"/>
              </w:rPr>
              <w:t xml:space="preserve">miscea CLASSIC </w:t>
            </w:r>
            <w:r w:rsidR="001713EA" w:rsidRPr="00FA71C0">
              <w:rPr>
                <w:rFonts w:asciiTheme="minorHAnsi" w:hAnsiTheme="minorHAnsi" w:cstheme="minorHAnsi"/>
                <w:lang w:val="en-US"/>
              </w:rPr>
              <w:t xml:space="preserve">Pure </w:t>
            </w:r>
            <w:r w:rsidR="0027199D" w:rsidRPr="00FA71C0">
              <w:rPr>
                <w:rFonts w:asciiTheme="minorHAnsi" w:hAnsiTheme="minorHAnsi" w:cstheme="minorHAnsi"/>
                <w:lang w:val="en-US"/>
              </w:rPr>
              <w:t>W</w:t>
            </w:r>
            <w:r w:rsidR="001713EA" w:rsidRPr="00FA71C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FA71C0">
              <w:rPr>
                <w:rFonts w:asciiTheme="minorHAnsi" w:hAnsiTheme="minorHAnsi" w:cstheme="minorHAnsi"/>
                <w:lang w:val="en-US"/>
              </w:rPr>
              <w:t>Klein</w:t>
            </w:r>
          </w:p>
        </w:tc>
      </w:tr>
      <w:tr w:rsidR="006F3CB6" w:rsidRPr="0027199D" w:rsidTr="006F3CB6">
        <w:tc>
          <w:tcPr>
            <w:tcW w:w="3510" w:type="dxa"/>
          </w:tcPr>
          <w:p w:rsidR="006F3CB6" w:rsidRPr="00FA71C0" w:rsidRDefault="006F3CB6" w:rsidP="006F3CB6">
            <w:pPr>
              <w:jc w:val="right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5733" w:type="dxa"/>
          </w:tcPr>
          <w:p w:rsidR="006F3CB6" w:rsidRPr="00FA71C0" w:rsidRDefault="006F3CB6" w:rsidP="00CC0011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6F3CB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6F3CB6" w:rsidRPr="00986C54" w:rsidRDefault="0027199D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6F3CB6" w:rsidRPr="00986C54" w:rsidRDefault="001713E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6F3CB6" w:rsidRPr="0027199D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</w:t>
            </w:r>
          </w:p>
        </w:tc>
      </w:tr>
      <w:tr w:rsidR="006F3CB6" w:rsidRPr="0027199D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0D62F5" w:rsidRPr="00986C54" w:rsidTr="006F3CB6">
        <w:tc>
          <w:tcPr>
            <w:tcW w:w="3510" w:type="dxa"/>
          </w:tcPr>
          <w:p w:rsidR="000D62F5" w:rsidRPr="00986C54" w:rsidRDefault="000D62F5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0D62F5" w:rsidRPr="00986C54" w:rsidRDefault="000D62F5" w:rsidP="00334A2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0D62F5" w:rsidRPr="00986C54" w:rsidTr="006F3CB6">
        <w:tc>
          <w:tcPr>
            <w:tcW w:w="3510" w:type="dxa"/>
          </w:tcPr>
          <w:p w:rsidR="000D62F5" w:rsidRPr="00986C54" w:rsidRDefault="000D62F5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0D62F5" w:rsidRPr="00986C54" w:rsidRDefault="000D62F5" w:rsidP="00334A2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857521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141C7F">
              <w:rPr>
                <w:rFonts w:asciiTheme="minorHAnsi" w:hAnsiTheme="minorHAnsi" w:cstheme="minorHAnsi"/>
                <w:lang w:val="de-DE"/>
              </w:rPr>
              <w:t xml:space="preserve">Pure </w:t>
            </w:r>
            <w:r w:rsidR="00857521">
              <w:rPr>
                <w:rFonts w:asciiTheme="minorHAnsi" w:hAnsiTheme="minorHAnsi" w:cstheme="minorHAnsi"/>
                <w:lang w:val="de-DE"/>
              </w:rPr>
              <w:t>W</w:t>
            </w:r>
            <w:r w:rsidR="00141C7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Klein: Spendet berührungslos Wasser</w:t>
            </w:r>
            <w:r w:rsidR="001713EA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6F3CB6" w:rsidRPr="00857521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FA71C0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6F3CB6" w:rsidRPr="00986C54" w:rsidRDefault="006F3CB6" w:rsidP="00123E23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</w:tbl>
    <w:p w:rsidR="00921DEB" w:rsidRPr="006F3CB6" w:rsidRDefault="00921DEB" w:rsidP="006F3CB6"/>
    <w:sectPr w:rsidR="00921DEB" w:rsidRPr="006F3CB6" w:rsidSect="001871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05A" w:rsidRDefault="0083405A" w:rsidP="00187130">
      <w:pPr>
        <w:spacing w:line="240" w:lineRule="auto"/>
      </w:pPr>
      <w:r>
        <w:separator/>
      </w:r>
    </w:p>
  </w:endnote>
  <w:endnote w:type="continuationSeparator" w:id="0">
    <w:p w:rsidR="0083405A" w:rsidRDefault="0083405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3E0AE9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141C7F">
            <w:rPr>
              <w:sz w:val="16"/>
              <w:szCs w:val="16"/>
            </w:rPr>
            <w:fldChar w:fldCharType="begin"/>
          </w:r>
          <w:r w:rsidR="00141C7F">
            <w:rPr>
              <w:sz w:val="16"/>
              <w:szCs w:val="16"/>
              <w:lang w:val="de-DE"/>
            </w:rPr>
            <w:instrText xml:space="preserve"> TIME \@ "dd.MM.yyyy" </w:instrText>
          </w:r>
          <w:r w:rsidR="00141C7F">
            <w:rPr>
              <w:sz w:val="16"/>
              <w:szCs w:val="16"/>
            </w:rPr>
            <w:fldChar w:fldCharType="separate"/>
          </w:r>
          <w:r w:rsidR="00857521">
            <w:rPr>
              <w:noProof/>
              <w:sz w:val="16"/>
              <w:szCs w:val="16"/>
              <w:lang w:val="de-DE"/>
            </w:rPr>
            <w:t>27.01.2020</w:t>
          </w:r>
          <w:r w:rsidR="00141C7F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3E2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3E2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3E0AE9" w:rsidP="003E0AE9">
    <w:pPr>
      <w:pStyle w:val="Fuzeile"/>
      <w:tabs>
        <w:tab w:val="clear" w:pos="4680"/>
        <w:tab w:val="clear" w:pos="9360"/>
        <w:tab w:val="left" w:pos="159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05A" w:rsidRDefault="0083405A" w:rsidP="00187130">
      <w:pPr>
        <w:spacing w:line="240" w:lineRule="auto"/>
      </w:pPr>
      <w:r>
        <w:separator/>
      </w:r>
    </w:p>
  </w:footnote>
  <w:footnote w:type="continuationSeparator" w:id="0">
    <w:p w:rsidR="0083405A" w:rsidRDefault="0083405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D62F5"/>
    <w:rsid w:val="000E101F"/>
    <w:rsid w:val="00121D04"/>
    <w:rsid w:val="00123E23"/>
    <w:rsid w:val="00141C7F"/>
    <w:rsid w:val="0016579A"/>
    <w:rsid w:val="001713EA"/>
    <w:rsid w:val="00187130"/>
    <w:rsid w:val="0027199D"/>
    <w:rsid w:val="003B07FB"/>
    <w:rsid w:val="003E0AE9"/>
    <w:rsid w:val="006F3CB6"/>
    <w:rsid w:val="0083405A"/>
    <w:rsid w:val="00857521"/>
    <w:rsid w:val="008D6316"/>
    <w:rsid w:val="00921DEB"/>
    <w:rsid w:val="00BF46BD"/>
    <w:rsid w:val="00DD1FE4"/>
    <w:rsid w:val="00F041C0"/>
    <w:rsid w:val="00FA7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D706FC1"/>
  <w15:docId w15:val="{5751B9D7-B08F-4B70-8E96-8B39B7F8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124</Words>
  <Characters>973</Characters>
  <Application>Microsoft Office Word</Application>
  <DocSecurity>0</DocSecurity>
  <Lines>60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12</cp:revision>
  <dcterms:created xsi:type="dcterms:W3CDTF">2015-05-21T07:26:00Z</dcterms:created>
  <dcterms:modified xsi:type="dcterms:W3CDTF">2020-01-27T14:49:00Z</dcterms:modified>
</cp:coreProperties>
</file>